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43D34E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768DF"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76210C3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29B98C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3BFE5E1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3E2E784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651FB8D" w14:textId="674D311D" w:rsidR="00381365" w:rsidRPr="003C16EE" w:rsidRDefault="00381365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2599772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  <w:r w:rsidR="00054C57">
        <w:rPr>
          <w:rFonts w:cstheme="minorHAnsi"/>
          <w:b/>
          <w:szCs w:val="18"/>
        </w:rPr>
        <w:t xml:space="preserve">   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D61B210" w:rsidR="00381365" w:rsidRPr="00381365" w:rsidRDefault="00381365" w:rsidP="00E84F52">
      <w:pPr>
        <w:spacing w:after="120"/>
        <w:jc w:val="both"/>
        <w:rPr>
          <w:rFonts w:cstheme="minorHAnsi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EA667C" w:rsidRPr="00EA667C">
        <w:rPr>
          <w:rFonts w:cstheme="minorHAnsi"/>
          <w:lang w:eastAsia="pl-PL"/>
        </w:rPr>
        <w:t>POST/DYS/OW/GZ/0403</w:t>
      </w:r>
      <w:r w:rsidR="00E84F52">
        <w:rPr>
          <w:rFonts w:cstheme="minorHAnsi"/>
          <w:lang w:eastAsia="pl-PL"/>
        </w:rPr>
        <w:t>4</w:t>
      </w:r>
      <w:r w:rsidR="00EA667C" w:rsidRPr="00EA667C">
        <w:rPr>
          <w:rFonts w:cstheme="minorHAnsi"/>
          <w:lang w:eastAsia="pl-PL"/>
        </w:rPr>
        <w:t>/2025</w:t>
      </w:r>
      <w:r w:rsidR="00EA667C">
        <w:rPr>
          <w:rFonts w:cstheme="minorHAnsi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E84F52" w:rsidRPr="00E84F52">
        <w:rPr>
          <w:rFonts w:cstheme="minorHAnsi"/>
        </w:rPr>
        <w:t>Wykonanie dokumentacji projektowej oraz wykonanie robót</w:t>
      </w:r>
      <w:r w:rsidR="00E84F52">
        <w:rPr>
          <w:rFonts w:cstheme="minorHAnsi"/>
        </w:rPr>
        <w:t xml:space="preserve"> </w:t>
      </w:r>
      <w:r w:rsidR="00E84F52" w:rsidRPr="00E84F52">
        <w:rPr>
          <w:rFonts w:cstheme="minorHAnsi"/>
        </w:rPr>
        <w:t>budowlanych w zakresie rozbiórki (demontażu) unieczynnionej linii</w:t>
      </w:r>
      <w:r w:rsidR="00E84F52">
        <w:rPr>
          <w:rFonts w:cstheme="minorHAnsi"/>
        </w:rPr>
        <w:t xml:space="preserve"> </w:t>
      </w:r>
      <w:r w:rsidR="00E84F52" w:rsidRPr="00E84F52">
        <w:rPr>
          <w:rFonts w:cstheme="minorHAnsi"/>
        </w:rPr>
        <w:t>napowietrznej WN 110kV w formule „pod klucz”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BB5AB0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EB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57BC8EB" w14:textId="77777777" w:rsidR="00516B8C" w:rsidRDefault="00E84F52" w:rsidP="00E84F5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84F5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Specyfikacja Warunków Zamówienia (SWZ) Wykonanie dokumentacji projektowej oraz wykonanie robót budowlanych w zakresie rozbiórki (demontażu) unieczynnionej linii napowietrznej WN 110kV w formule „pod klucz” </w:t>
          </w:r>
        </w:p>
        <w:p w14:paraId="5205B493" w14:textId="57716D52" w:rsidR="00347E8D" w:rsidRPr="006B2C28" w:rsidRDefault="00E84F52" w:rsidP="00E84F5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84F52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POST/DYS/OW/GZ/04034/2025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CFC5F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46575422">
    <w:abstractNumId w:val="16"/>
  </w:num>
  <w:num w:numId="2" w16cid:durableId="171070359">
    <w:abstractNumId w:val="7"/>
  </w:num>
  <w:num w:numId="3" w16cid:durableId="1134328961">
    <w:abstractNumId w:val="11"/>
  </w:num>
  <w:num w:numId="4" w16cid:durableId="717751413">
    <w:abstractNumId w:val="17"/>
  </w:num>
  <w:num w:numId="5" w16cid:durableId="525868565">
    <w:abstractNumId w:val="16"/>
  </w:num>
  <w:num w:numId="6" w16cid:durableId="145898223">
    <w:abstractNumId w:val="16"/>
  </w:num>
  <w:num w:numId="7" w16cid:durableId="1536309347">
    <w:abstractNumId w:val="3"/>
  </w:num>
  <w:num w:numId="8" w16cid:durableId="1106269442">
    <w:abstractNumId w:val="23"/>
  </w:num>
  <w:num w:numId="9" w16cid:durableId="1060245606">
    <w:abstractNumId w:val="15"/>
  </w:num>
  <w:num w:numId="10" w16cid:durableId="436607928">
    <w:abstractNumId w:val="4"/>
  </w:num>
  <w:num w:numId="11" w16cid:durableId="1280180390">
    <w:abstractNumId w:val="12"/>
  </w:num>
  <w:num w:numId="12" w16cid:durableId="1948350516">
    <w:abstractNumId w:val="10"/>
  </w:num>
  <w:num w:numId="13" w16cid:durableId="1303392011">
    <w:abstractNumId w:val="22"/>
  </w:num>
  <w:num w:numId="14" w16cid:durableId="59180491">
    <w:abstractNumId w:val="19"/>
  </w:num>
  <w:num w:numId="15" w16cid:durableId="996349759">
    <w:abstractNumId w:val="14"/>
  </w:num>
  <w:num w:numId="16" w16cid:durableId="521475080">
    <w:abstractNumId w:val="8"/>
  </w:num>
  <w:num w:numId="17" w16cid:durableId="228539987">
    <w:abstractNumId w:val="5"/>
  </w:num>
  <w:num w:numId="18" w16cid:durableId="5339251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0799491">
    <w:abstractNumId w:val="0"/>
  </w:num>
  <w:num w:numId="20" w16cid:durableId="1647854937">
    <w:abstractNumId w:val="24"/>
  </w:num>
  <w:num w:numId="21" w16cid:durableId="1259023338">
    <w:abstractNumId w:val="1"/>
  </w:num>
  <w:num w:numId="22" w16cid:durableId="1402488015">
    <w:abstractNumId w:val="13"/>
  </w:num>
  <w:num w:numId="23" w16cid:durableId="137842135">
    <w:abstractNumId w:val="9"/>
  </w:num>
  <w:num w:numId="24" w16cid:durableId="1644122440">
    <w:abstractNumId w:val="18"/>
  </w:num>
  <w:num w:numId="25" w16cid:durableId="1983535731">
    <w:abstractNumId w:val="21"/>
  </w:num>
  <w:num w:numId="26" w16cid:durableId="1025597685">
    <w:abstractNumId w:val="2"/>
  </w:num>
  <w:num w:numId="27" w16cid:durableId="67176030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C57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3B81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768DF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3EB0"/>
    <w:rsid w:val="004C2303"/>
    <w:rsid w:val="004D154B"/>
    <w:rsid w:val="004D63D5"/>
    <w:rsid w:val="004E1AB0"/>
    <w:rsid w:val="004E7573"/>
    <w:rsid w:val="004F0C4A"/>
    <w:rsid w:val="004F20AD"/>
    <w:rsid w:val="004F6B10"/>
    <w:rsid w:val="00516B8C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759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27E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4A3D"/>
    <w:rsid w:val="00D9218C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2173"/>
    <w:rsid w:val="00E45F98"/>
    <w:rsid w:val="00E56B47"/>
    <w:rsid w:val="00E66F4B"/>
    <w:rsid w:val="00E706C2"/>
    <w:rsid w:val="00E72CD1"/>
    <w:rsid w:val="00E8041E"/>
    <w:rsid w:val="00E84F52"/>
    <w:rsid w:val="00E92F67"/>
    <w:rsid w:val="00E95B91"/>
    <w:rsid w:val="00EA6557"/>
    <w:rsid w:val="00EA667C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12 - Ankieta weryfikacji Wykonawcy w zakresie zapewnienia gwarancji bezpieczeństwa przetwarzania danych osobowych.docx</dmsv2BaseFileName>
    <dmsv2BaseDisplayName xmlns="http://schemas.microsoft.com/sharepoint/v3">Załącznik nr 12 - Ankieta weryfikacji Wykonawcy w zakresie zapewnienia gwarancji bezpieczeństwa przetwarzania danych osobowych</dmsv2BaseDisplayName>
    <dmsv2SWPP2ObjectNumber xmlns="http://schemas.microsoft.com/sharepoint/v3">POST/DYS/OW/GZ/04034/2025                         </dmsv2SWPP2ObjectNumber>
    <dmsv2SWPP2SumMD5 xmlns="http://schemas.microsoft.com/sharepoint/v3">7da8780426a0211a9ad074882b1c09e9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23738847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00000001000700050000000a00010001</dmsv2SWPP2ObjectDepartment>
    <dmsv2SWPP2ObjectName xmlns="http://schemas.microsoft.com/sharepoint/v3">Postępowanie</dmsv2SWPP2ObjectName>
    <_dlc_DocId xmlns="a19cb1c7-c5c7-46d4-85ae-d83685407bba">DPFVW34YURAE-150815970-13659</_dlc_DocId>
    <_dlc_DocIdUrl xmlns="a19cb1c7-c5c7-46d4-85ae-d83685407bba">
      <Url>https://swpp2.dms.gkpge.pl/sites/40/_layouts/15/DocIdRedir.aspx?ID=DPFVW34YURAE-150815970-13659</Url>
      <Description>DPFVW34YURAE-150815970-13659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0BBD81-1FF6-4358-957F-CABEA88A91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E5A10B-0DA1-4475-BBE7-244F2C316C1D}"/>
</file>

<file path=customXml/itemProps5.xml><?xml version="1.0" encoding="utf-8"?>
<ds:datastoreItem xmlns:ds="http://schemas.openxmlformats.org/officeDocument/2006/customXml" ds:itemID="{FD61775B-07F1-42A7-988A-E46816BA3E0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3</cp:revision>
  <cp:lastPrinted>2024-07-15T11:21:00Z</cp:lastPrinted>
  <dcterms:created xsi:type="dcterms:W3CDTF">2025-11-14T13:27:00Z</dcterms:created>
  <dcterms:modified xsi:type="dcterms:W3CDTF">2025-11-14T13:28:00Z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0760db79-8968-4d9e-8f83-a2edb049a4d7</vt:lpwstr>
  </property>
</Properties>
</file>